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F8A60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98C775D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CCC199B" w14:textId="77777777" w:rsidR="005253F3" w:rsidRPr="00330C91" w:rsidRDefault="005253F3" w:rsidP="001B44BD">
      <w:pPr>
        <w:rPr>
          <w:b/>
          <w:bCs/>
          <w:sz w:val="20"/>
        </w:rPr>
      </w:pPr>
    </w:p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3F9B99FE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DE60E4">
        <w:rPr>
          <w:b/>
          <w:bCs/>
          <w:sz w:val="20"/>
        </w:rPr>
        <w:t>202</w:t>
      </w:r>
      <w:r w:rsidR="0031261F">
        <w:rPr>
          <w:b/>
          <w:bCs/>
          <w:sz w:val="20"/>
        </w:rPr>
        <w:t>5</w:t>
      </w:r>
      <w:r w:rsidR="00DE60E4">
        <w:rPr>
          <w:b/>
          <w:bCs/>
          <w:sz w:val="20"/>
        </w:rPr>
        <w:t>/</w:t>
      </w:r>
      <w:r w:rsidR="00731E16">
        <w:rPr>
          <w:b/>
          <w:bCs/>
          <w:sz w:val="20"/>
        </w:rPr>
        <w:t>1</w:t>
      </w:r>
      <w:r w:rsidR="0031261F">
        <w:rPr>
          <w:b/>
          <w:bCs/>
          <w:sz w:val="20"/>
        </w:rPr>
        <w:t>29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47BF92DD" w:rsidR="00E350CA" w:rsidRPr="001611B4" w:rsidRDefault="006203C4" w:rsidP="00E350CA">
      <w:pPr>
        <w:pStyle w:val="Normaallaadve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 xml:space="preserve"> </w:t>
      </w:r>
      <w:r w:rsidR="00E350CA" w:rsidRPr="001611B4">
        <w:rPr>
          <w:rFonts w:eastAsia="Calibri"/>
          <w:sz w:val="20"/>
          <w:szCs w:val="20"/>
        </w:rPr>
        <w:t>(</w:t>
      </w:r>
      <w:proofErr w:type="spellStart"/>
      <w:r w:rsidR="00E350CA" w:rsidRPr="001611B4">
        <w:rPr>
          <w:rFonts w:eastAsia="Calibri"/>
          <w:sz w:val="20"/>
          <w:szCs w:val="20"/>
        </w:rPr>
        <w:t>hiliseima</w:t>
      </w:r>
      <w:proofErr w:type="spellEnd"/>
      <w:r w:rsidR="00E350CA" w:rsidRPr="001611B4">
        <w:rPr>
          <w:rFonts w:eastAsia="Calibri"/>
          <w:sz w:val="20"/>
          <w:szCs w:val="20"/>
        </w:rPr>
        <w:t xml:space="preserve"> </w:t>
      </w:r>
      <w:proofErr w:type="spellStart"/>
      <w:r w:rsidR="00E350CA" w:rsidRPr="001611B4">
        <w:rPr>
          <w:rFonts w:eastAsia="Calibri"/>
          <w:sz w:val="20"/>
          <w:szCs w:val="20"/>
        </w:rPr>
        <w:t>digitaalallkirja</w:t>
      </w:r>
      <w:proofErr w:type="spellEnd"/>
      <w:r w:rsidR="00E350CA" w:rsidRPr="001611B4">
        <w:rPr>
          <w:rFonts w:eastAsia="Calibri"/>
          <w:sz w:val="20"/>
          <w:szCs w:val="20"/>
        </w:rPr>
        <w:t xml:space="preserve"> </w:t>
      </w:r>
      <w:proofErr w:type="spellStart"/>
      <w:r w:rsidR="00E350CA" w:rsidRPr="001611B4">
        <w:rPr>
          <w:rFonts w:eastAsia="Calibri"/>
          <w:sz w:val="20"/>
          <w:szCs w:val="20"/>
        </w:rPr>
        <w:t>kuupäev</w:t>
      </w:r>
      <w:proofErr w:type="spellEnd"/>
      <w:r w:rsidR="00E350CA" w:rsidRPr="001611B4">
        <w:rPr>
          <w:rFonts w:eastAsia="Calibri"/>
          <w:sz w:val="20"/>
          <w:szCs w:val="20"/>
        </w:rPr>
        <w:t>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1611B4" w14:paraId="5DE7710F" w14:textId="77777777" w:rsidTr="004127F5">
        <w:tc>
          <w:tcPr>
            <w:tcW w:w="3261" w:type="dxa"/>
          </w:tcPr>
          <w:p w14:paraId="712018EB" w14:textId="77777777" w:rsidR="005253F3" w:rsidRPr="001611B4" w:rsidRDefault="005253F3" w:rsidP="00E8544B">
            <w:pPr>
              <w:pStyle w:val="Kommentaariteks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proofErr w:type="spellStart"/>
            <w:r w:rsidR="00DA637A" w:rsidRPr="001611B4">
              <w:rPr>
                <w:sz w:val="20"/>
              </w:rPr>
              <w:t>Sagadi</w:t>
            </w:r>
            <w:proofErr w:type="spellEnd"/>
            <w:r w:rsidR="00DA637A" w:rsidRPr="001611B4">
              <w:rPr>
                <w:sz w:val="20"/>
              </w:rPr>
              <w:t xml:space="preserve">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1" w:history="1">
              <w:r w:rsidR="0055321D" w:rsidRPr="001611B4">
                <w:rPr>
                  <w:rStyle w:val="H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127F5">
        <w:tc>
          <w:tcPr>
            <w:tcW w:w="3261" w:type="dxa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08E01C28" w14:textId="0C7D9C4F" w:rsidR="005253F3" w:rsidRPr="001611B4" w:rsidRDefault="000568AE" w:rsidP="00836379">
            <w:pPr>
              <w:rPr>
                <w:sz w:val="20"/>
              </w:rPr>
            </w:pPr>
            <w:r w:rsidRPr="000568AE">
              <w:rPr>
                <w:sz w:val="20"/>
              </w:rPr>
              <w:t>RMK Puiduturustusosakonna turustusspetsialist MartEnel</w:t>
            </w:r>
          </w:p>
        </w:tc>
        <w:tc>
          <w:tcPr>
            <w:tcW w:w="3119" w:type="dxa"/>
          </w:tcPr>
          <w:p w14:paraId="39A1D7D2" w14:textId="77777777" w:rsidR="000568AE" w:rsidRPr="000568AE" w:rsidRDefault="000568AE" w:rsidP="000568AE">
            <w:pPr>
              <w:rPr>
                <w:noProof/>
                <w:color w:val="000000"/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Tel. 526 3392</w:t>
            </w:r>
          </w:p>
          <w:p w14:paraId="18A4DAB6" w14:textId="10E172FA" w:rsidR="005253F3" w:rsidRPr="001611B4" w:rsidRDefault="000568AE" w:rsidP="000568AE">
            <w:pPr>
              <w:rPr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mart.enel@rmk.ee</w:t>
            </w:r>
          </w:p>
        </w:tc>
      </w:tr>
      <w:tr w:rsidR="005253F3" w:rsidRPr="001611B4" w14:paraId="215F58B8" w14:textId="77777777" w:rsidTr="00E8544B">
        <w:trPr>
          <w:cantSplit/>
        </w:trPr>
        <w:tc>
          <w:tcPr>
            <w:tcW w:w="9923" w:type="dxa"/>
            <w:gridSpan w:val="3"/>
          </w:tcPr>
          <w:p w14:paraId="20922342" w14:textId="67540676" w:rsidR="005253F3" w:rsidRPr="001611B4" w:rsidRDefault="005253F3" w:rsidP="00836379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836379" w:rsidRPr="001611B4">
              <w:rPr>
                <w:sz w:val="20"/>
              </w:rPr>
              <w:t xml:space="preserve">RMK juhatuse liikme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EE9B844811604FF49E8FF83E2C45B162"/>
                </w:placeholder>
                <w:date w:fullDate="2025-01-16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31261F">
                  <w:rPr>
                    <w:rFonts w:eastAsia="Calibri"/>
                    <w:sz w:val="20"/>
                  </w:rPr>
                  <w:t>16.01.2025</w:t>
                </w:r>
              </w:sdtContent>
            </w:sdt>
            <w:r w:rsidR="006D3FEC" w:rsidRPr="001611B4">
              <w:rPr>
                <w:rFonts w:eastAsia="Calibri"/>
                <w:sz w:val="20"/>
              </w:rPr>
              <w:t xml:space="preserve"> </w:t>
            </w:r>
            <w:r w:rsidR="00836379" w:rsidRPr="001611B4">
              <w:rPr>
                <w:sz w:val="20"/>
              </w:rPr>
              <w:t xml:space="preserve">käskkiri nr </w:t>
            </w:r>
            <w:r w:rsidR="003A114F" w:rsidRPr="001611B4">
              <w:rPr>
                <w:sz w:val="20"/>
              </w:rPr>
              <w:t>1-5/</w:t>
            </w:r>
            <w:r w:rsidR="0031261F">
              <w:rPr>
                <w:sz w:val="20"/>
              </w:rPr>
              <w:t>7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0"/>
        <w:gridCol w:w="3877"/>
        <w:gridCol w:w="2232"/>
      </w:tblGrid>
      <w:tr w:rsidR="004879E8" w:rsidRPr="001611B4" w14:paraId="6E3EC6BB" w14:textId="77777777" w:rsidTr="000568AE">
        <w:tc>
          <w:tcPr>
            <w:tcW w:w="3920" w:type="dxa"/>
          </w:tcPr>
          <w:p w14:paraId="4FC74FA5" w14:textId="47F24992" w:rsidR="004879E8" w:rsidRPr="004879E8" w:rsidRDefault="004879E8" w:rsidP="004879E8">
            <w:pPr>
              <w:rPr>
                <w:sz w:val="20"/>
              </w:rPr>
            </w:pPr>
            <w:r w:rsidRPr="004879E8">
              <w:rPr>
                <w:sz w:val="20"/>
              </w:rPr>
              <w:t xml:space="preserve">MP &amp; Puitmeister OÜ </w:t>
            </w:r>
          </w:p>
        </w:tc>
        <w:tc>
          <w:tcPr>
            <w:tcW w:w="3877" w:type="dxa"/>
          </w:tcPr>
          <w:p w14:paraId="74F2709A" w14:textId="77777777" w:rsidR="004879E8" w:rsidRPr="004879E8" w:rsidRDefault="004879E8" w:rsidP="004879E8">
            <w:pPr>
              <w:rPr>
                <w:sz w:val="20"/>
              </w:rPr>
            </w:pPr>
            <w:r w:rsidRPr="004879E8">
              <w:rPr>
                <w:sz w:val="20"/>
              </w:rPr>
              <w:t>Registrikood 10843455</w:t>
            </w:r>
          </w:p>
          <w:p w14:paraId="2C4748F4" w14:textId="13D6C008" w:rsidR="004879E8" w:rsidRPr="004879E8" w:rsidRDefault="004879E8" w:rsidP="004879E8">
            <w:pPr>
              <w:rPr>
                <w:bCs/>
                <w:sz w:val="20"/>
              </w:rPr>
            </w:pPr>
            <w:r w:rsidRPr="004879E8">
              <w:rPr>
                <w:sz w:val="20"/>
              </w:rPr>
              <w:t>Torma Jõgevamaa 48502</w:t>
            </w:r>
          </w:p>
        </w:tc>
        <w:tc>
          <w:tcPr>
            <w:tcW w:w="2232" w:type="dxa"/>
          </w:tcPr>
          <w:p w14:paraId="30919E97" w14:textId="77777777" w:rsidR="004879E8" w:rsidRPr="004879E8" w:rsidRDefault="004879E8" w:rsidP="004879E8">
            <w:pPr>
              <w:rPr>
                <w:sz w:val="20"/>
              </w:rPr>
            </w:pPr>
            <w:r w:rsidRPr="004879E8">
              <w:rPr>
                <w:sz w:val="20"/>
              </w:rPr>
              <w:t>Tel  5053343</w:t>
            </w:r>
          </w:p>
          <w:p w14:paraId="45C69494" w14:textId="72780AB5" w:rsidR="004879E8" w:rsidRPr="004879E8" w:rsidRDefault="004879E8" w:rsidP="004879E8">
            <w:pPr>
              <w:rPr>
                <w:bCs/>
                <w:sz w:val="20"/>
              </w:rPr>
            </w:pPr>
          </w:p>
        </w:tc>
      </w:tr>
      <w:tr w:rsidR="000568AE" w:rsidRPr="001611B4" w14:paraId="58FA04AD" w14:textId="77777777" w:rsidTr="000568AE">
        <w:tc>
          <w:tcPr>
            <w:tcW w:w="3920" w:type="dxa"/>
          </w:tcPr>
          <w:p w14:paraId="795AF362" w14:textId="77777777" w:rsidR="000568AE" w:rsidRPr="001611B4" w:rsidRDefault="000568AE" w:rsidP="000568AE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</w:tc>
        <w:tc>
          <w:tcPr>
            <w:tcW w:w="3877" w:type="dxa"/>
          </w:tcPr>
          <w:p w14:paraId="4ADBD065" w14:textId="0941EABF" w:rsidR="000568AE" w:rsidRPr="004879E8" w:rsidRDefault="004879E8" w:rsidP="000568AE">
            <w:pPr>
              <w:rPr>
                <w:sz w:val="20"/>
              </w:rPr>
            </w:pPr>
            <w:r w:rsidRPr="004879E8">
              <w:rPr>
                <w:sz w:val="20"/>
              </w:rPr>
              <w:t>Juhatuse liige Ilmar Tanilsoo</w:t>
            </w:r>
          </w:p>
        </w:tc>
        <w:tc>
          <w:tcPr>
            <w:tcW w:w="2232" w:type="dxa"/>
          </w:tcPr>
          <w:p w14:paraId="6DD68004" w14:textId="47A2C8FE" w:rsidR="000568AE" w:rsidRPr="004879E8" w:rsidRDefault="004879E8" w:rsidP="000568AE">
            <w:pPr>
              <w:rPr>
                <w:sz w:val="20"/>
              </w:rPr>
            </w:pPr>
            <w:r w:rsidRPr="004879E8">
              <w:rPr>
                <w:sz w:val="20"/>
              </w:rPr>
              <w:t>info@woodmasters.eu</w:t>
            </w:r>
          </w:p>
        </w:tc>
      </w:tr>
      <w:tr w:rsidR="000568AE" w:rsidRPr="001611B4" w14:paraId="267AC844" w14:textId="77777777" w:rsidTr="000568AE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0A9237FE" w14:textId="4B4A084B" w:rsidR="000568AE" w:rsidRPr="001611B4" w:rsidRDefault="000568AE" w:rsidP="000568AE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>
              <w:rPr>
                <w:sz w:val="20"/>
              </w:rPr>
              <w:t>põhikiri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1611B4" w14:paraId="42F7EC69" w14:textId="77777777">
        <w:trPr>
          <w:trHeight w:val="281"/>
        </w:trPr>
        <w:tc>
          <w:tcPr>
            <w:tcW w:w="3307" w:type="dxa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>
        <w:trPr>
          <w:trHeight w:val="296"/>
        </w:trPr>
        <w:tc>
          <w:tcPr>
            <w:tcW w:w="3307" w:type="dxa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4ADEF5C2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 xml:space="preserve">Käesolev leping on sõlmitud Vabariigi Valitsuse 4. jaanuari 2007. a määruse nr 1 § </w:t>
      </w:r>
      <w:r w:rsidR="0031261F">
        <w:rPr>
          <w:sz w:val="20"/>
        </w:rPr>
        <w:t>7 lg 4</w:t>
      </w:r>
      <w:r w:rsidRPr="001611B4">
        <w:rPr>
          <w:sz w:val="20"/>
        </w:rPr>
        <w:t xml:space="preserve"> kohaselt 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</w:t>
      </w:r>
      <w:proofErr w:type="spellStart"/>
      <w:r w:rsidR="001A043B" w:rsidRPr="001611B4">
        <w:rPr>
          <w:sz w:val="20"/>
        </w:rPr>
        <w:t>Incoterms</w:t>
      </w:r>
      <w:proofErr w:type="spellEnd"/>
      <w:r w:rsidR="001A043B" w:rsidRPr="001611B4">
        <w:rPr>
          <w:sz w:val="20"/>
        </w:rPr>
        <w:t xml:space="preserve">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11FC8A66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</w:t>
      </w:r>
      <w:proofErr w:type="spellStart"/>
      <w:r w:rsidR="003412C1" w:rsidRPr="001611B4">
        <w:rPr>
          <w:sz w:val="20"/>
        </w:rPr>
        <w:t>ga</w:t>
      </w:r>
      <w:proofErr w:type="spellEnd"/>
      <w:r w:rsidR="003412C1" w:rsidRPr="001611B4">
        <w:rPr>
          <w:sz w:val="20"/>
        </w:rPr>
        <w:t xml:space="preserve">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>EVR-</w:t>
      </w:r>
      <w:proofErr w:type="spellStart"/>
      <w:r w:rsidR="00611367" w:rsidRPr="001611B4">
        <w:rPr>
          <w:sz w:val="20"/>
        </w:rPr>
        <w:t>ga</w:t>
      </w:r>
      <w:proofErr w:type="spellEnd"/>
      <w:r w:rsidR="00611367" w:rsidRPr="001611B4">
        <w:rPr>
          <w:sz w:val="20"/>
        </w:rPr>
        <w:t xml:space="preserve">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le e-postiga </w:t>
      </w:r>
      <w:r w:rsidR="000947B0" w:rsidRPr="001611B4">
        <w:rPr>
          <w:bCs/>
          <w:sz w:val="20"/>
        </w:rPr>
        <w:t xml:space="preserve"> 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77777777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0E3545" w:rsidRPr="001611B4">
        <w:rPr>
          <w:sz w:val="20"/>
        </w:rPr>
        <w:t>kättesaadavaks</w:t>
      </w:r>
      <w:r w:rsidR="00D521FD" w:rsidRPr="001611B4">
        <w:rPr>
          <w:sz w:val="20"/>
        </w:rPr>
        <w:t xml:space="preserve"> </w:t>
      </w:r>
      <w:r w:rsidR="00AC7315" w:rsidRPr="001611B4">
        <w:rPr>
          <w:sz w:val="20"/>
        </w:rPr>
        <w:t xml:space="preserve">virnmaterjalina mõõdetud metsamaterjali puhul </w:t>
      </w:r>
      <w:r w:rsidR="00FC726B" w:rsidRPr="001611B4">
        <w:rPr>
          <w:sz w:val="20"/>
        </w:rPr>
        <w:t>1 (ühe)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p</w:t>
      </w:r>
      <w:r w:rsidR="005253F3" w:rsidRPr="001611B4">
        <w:rPr>
          <w:sz w:val="20"/>
        </w:rPr>
        <w:t xml:space="preserve">äeva jooksul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saabumisest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lattu</w:t>
      </w:r>
      <w:r w:rsidR="00AC7315" w:rsidRPr="001611B4">
        <w:rPr>
          <w:sz w:val="20"/>
        </w:rPr>
        <w:t>, nott-haaval mõõdetud metsamaterjali puhul 3 (kolme) päeva jooksul metsamaterjali saabumisest ostja lattu</w:t>
      </w:r>
      <w:r w:rsidR="005253F3" w:rsidRPr="001611B4">
        <w:rPr>
          <w:sz w:val="20"/>
        </w:rPr>
        <w:t xml:space="preserve">.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lastRenderedPageBreak/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25754DE4" w14:textId="77777777" w:rsidR="00E47AA9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Palkide m</w:t>
      </w:r>
      <w:r w:rsidR="005A1AAE" w:rsidRPr="001611B4">
        <w:rPr>
          <w:sz w:val="20"/>
        </w:rPr>
        <w:t>õõtmisraporti edastab ostja müüja mõõtmisandmete edastamiseks loodud ftp-serverisse, kasutades talle väljastatud kasutajanime ja parooli</w:t>
      </w:r>
      <w:r w:rsidR="000355E3" w:rsidRPr="001611B4">
        <w:rPr>
          <w:sz w:val="20"/>
        </w:rPr>
        <w:t xml:space="preserve"> või poolte kokkuleppel muu lahenduse kaudu või lepingu p 10.1. näidatud e-posti aadressile</w:t>
      </w:r>
      <w:r w:rsidR="005A1AAE" w:rsidRPr="001611B4">
        <w:rPr>
          <w:sz w:val="20"/>
        </w:rPr>
        <w:t xml:space="preserve">. Mõõtmisraporti struktuur ja vorminõuded on müüja poolt kehtestatud ja </w:t>
      </w:r>
      <w:r w:rsidRPr="001611B4">
        <w:rPr>
          <w:sz w:val="20"/>
        </w:rPr>
        <w:t xml:space="preserve">edastatakse ostjale. </w:t>
      </w:r>
    </w:p>
    <w:p w14:paraId="34077AB7" w14:textId="6C76D279" w:rsidR="002A5316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Virnmaterjali m</w:t>
      </w:r>
      <w:r w:rsidR="0069125A" w:rsidRPr="001611B4">
        <w:rPr>
          <w:sz w:val="20"/>
        </w:rPr>
        <w:t xml:space="preserve">õõtmisraporti edastab ostja müüjale mõõtmisandmete sisestamiseks ja edastamiseks loodud veebipõhise rakenduse (KPV) kaudu </w:t>
      </w:r>
      <w:r w:rsidR="00C24082" w:rsidRPr="001611B4">
        <w:rPr>
          <w:sz w:val="20"/>
        </w:rPr>
        <w:t xml:space="preserve">või </w:t>
      </w:r>
      <w:r w:rsidR="0069125A" w:rsidRPr="001611B4">
        <w:rPr>
          <w:sz w:val="20"/>
        </w:rPr>
        <w:t>või poolte kokkuleppel muu lahenduse kaudu või lepingu p 10.1. näidatud e-posti aadressile</w:t>
      </w:r>
      <w:r w:rsidR="002A5316" w:rsidRPr="001611B4">
        <w:rPr>
          <w:sz w:val="20"/>
        </w:rPr>
        <w:t>.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36B4A5FF" w14:textId="77777777" w:rsidR="00542482" w:rsidRPr="000A4A87" w:rsidRDefault="00542482" w:rsidP="00542482">
      <w:pPr>
        <w:pStyle w:val="Pealkiri21"/>
        <w:shd w:val="clear" w:color="auto" w:fill="FFFFFF" w:themeFill="background1"/>
        <w:rPr>
          <w:bCs/>
          <w:sz w:val="20"/>
        </w:rPr>
      </w:pPr>
      <w:r w:rsidRPr="000A4A87">
        <w:rPr>
          <w:sz w:val="20"/>
        </w:rPr>
        <w:t xml:space="preserve">Pooled lepivad lepingu täitmisega seotud kontaktandmed kokku peale lepingu sõlmimist 5 päeva jooksul edastades need poole esindaja e-posti aadressile. </w:t>
      </w:r>
      <w:r w:rsidRPr="000A4A87">
        <w:rPr>
          <w:bCs/>
          <w:sz w:val="20"/>
        </w:rPr>
        <w:t>Poolte kontaktandmete muutumisel on  vastav pool kohustatud teavitama teist poolt viivitamatult.</w:t>
      </w: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61DFFEA2" w14:textId="77777777" w:rsidR="005253F3" w:rsidRPr="001611B4" w:rsidRDefault="00D4333E" w:rsidP="00293770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müügilepingug</w:t>
      </w:r>
      <w:r w:rsidR="0094376B" w:rsidRPr="001611B4">
        <w:rPr>
          <w:sz w:val="20"/>
        </w:rPr>
        <w:t>a seonduvad arveldused tehakse t</w:t>
      </w:r>
      <w:r w:rsidR="005253F3" w:rsidRPr="001611B4">
        <w:rPr>
          <w:sz w:val="20"/>
        </w:rPr>
        <w:t>üüptingimuste punktis 5 sätestatud tingimustel.</w:t>
      </w:r>
    </w:p>
    <w:p w14:paraId="69386976" w14:textId="77777777" w:rsidR="005253F3" w:rsidRPr="001611B4" w:rsidRDefault="005253F3">
      <w:pPr>
        <w:rPr>
          <w:bCs/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3"/>
        <w:gridCol w:w="5216"/>
      </w:tblGrid>
      <w:tr w:rsidR="005253F3" w:rsidRPr="001611B4" w14:paraId="6612AE67" w14:textId="77777777" w:rsidTr="00D4559C">
        <w:tc>
          <w:tcPr>
            <w:tcW w:w="4423" w:type="dxa"/>
          </w:tcPr>
          <w:p w14:paraId="3432C130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Maksetähtaeg </w:t>
            </w:r>
          </w:p>
          <w:p w14:paraId="1A2A28CE" w14:textId="77777777" w:rsidR="005253F3" w:rsidRPr="001611B4" w:rsidRDefault="005253F3" w:rsidP="00293770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5216" w:type="dxa"/>
          </w:tcPr>
          <w:p w14:paraId="5E6C1C8F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Krediidilimiit </w:t>
            </w:r>
          </w:p>
          <w:p w14:paraId="74907CDA" w14:textId="77777777" w:rsidR="005253F3" w:rsidRPr="001611B4" w:rsidRDefault="005253F3">
            <w:pPr>
              <w:rPr>
                <w:sz w:val="20"/>
              </w:rPr>
            </w:pPr>
          </w:p>
        </w:tc>
      </w:tr>
      <w:tr w:rsidR="00D4559C" w:rsidRPr="001611B4" w14:paraId="4765524D" w14:textId="77777777" w:rsidTr="00D4559C">
        <w:tc>
          <w:tcPr>
            <w:tcW w:w="4423" w:type="dxa"/>
          </w:tcPr>
          <w:p w14:paraId="75B9A551" w14:textId="1BFF5C90" w:rsidR="00D4559C" w:rsidRPr="00D4559C" w:rsidRDefault="00D4559C" w:rsidP="00D4559C">
            <w:pPr>
              <w:rPr>
                <w:sz w:val="20"/>
              </w:rPr>
            </w:pPr>
            <w:r w:rsidRPr="00D4559C">
              <w:rPr>
                <w:sz w:val="20"/>
              </w:rPr>
              <w:t>21 (kakskümmend üks) päeva</w:t>
            </w:r>
          </w:p>
        </w:tc>
        <w:tc>
          <w:tcPr>
            <w:tcW w:w="5216" w:type="dxa"/>
          </w:tcPr>
          <w:p w14:paraId="6E0816F3" w14:textId="3396FDED" w:rsidR="00D4559C" w:rsidRPr="00D4559C" w:rsidRDefault="00D4559C" w:rsidP="00D4559C">
            <w:pPr>
              <w:rPr>
                <w:sz w:val="20"/>
              </w:rPr>
            </w:pPr>
            <w:r w:rsidRPr="00D4559C">
              <w:rPr>
                <w:sz w:val="20"/>
              </w:rPr>
              <w:t>Tagatisele vastavas summas</w:t>
            </w:r>
          </w:p>
        </w:tc>
      </w:tr>
    </w:tbl>
    <w:p w14:paraId="15132EB7" w14:textId="77777777" w:rsidR="00344666" w:rsidRPr="001611B4" w:rsidRDefault="00344666" w:rsidP="005C0954">
      <w:pPr>
        <w:jc w:val="both"/>
        <w:rPr>
          <w:sz w:val="20"/>
        </w:rPr>
      </w:pPr>
    </w:p>
    <w:p w14:paraId="1BF3D4AF" w14:textId="450CE761" w:rsidR="005253F3" w:rsidRPr="001611B4" w:rsidRDefault="00D4333E" w:rsidP="00D6350A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esitab arved </w:t>
      </w:r>
      <w:r w:rsidR="008070F0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eest elektrooniliselt e-posti aadressile: </w:t>
      </w:r>
      <w:hyperlink r:id="rId12" w:history="1">
        <w:r w:rsidR="00501420" w:rsidRPr="006979DE">
          <w:rPr>
            <w:rStyle w:val="Hperlink"/>
            <w:sz w:val="20"/>
          </w:rPr>
          <w:t>info@woodmasters.eu</w:t>
        </w:r>
      </w:hyperlink>
      <w:r w:rsidR="00501420">
        <w:rPr>
          <w:sz w:val="20"/>
        </w:rPr>
        <w:t xml:space="preserve"> </w:t>
      </w:r>
    </w:p>
    <w:p w14:paraId="74330BDF" w14:textId="354805F9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Juhul kui </w:t>
      </w:r>
      <w:r w:rsidR="008070F0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ei ole </w:t>
      </w:r>
      <w:bookmarkStart w:id="3" w:name="OLE_LINK6"/>
      <w:r w:rsidRPr="001611B4">
        <w:rPr>
          <w:sz w:val="20"/>
        </w:rPr>
        <w:t>esitanud või tasunud</w:t>
      </w:r>
      <w:bookmarkEnd w:id="3"/>
      <w:r w:rsidRPr="001611B4">
        <w:rPr>
          <w:sz w:val="20"/>
        </w:rPr>
        <w:t xml:space="preserve"> </w:t>
      </w:r>
      <w:r w:rsidR="008070F0" w:rsidRPr="001611B4">
        <w:rPr>
          <w:sz w:val="20"/>
        </w:rPr>
        <w:t>l</w:t>
      </w:r>
      <w:r w:rsidRPr="001611B4">
        <w:rPr>
          <w:sz w:val="20"/>
        </w:rPr>
        <w:t>epingu</w:t>
      </w:r>
      <w:r w:rsidR="00F057C6" w:rsidRPr="001611B4">
        <w:rPr>
          <w:sz w:val="20"/>
        </w:rPr>
        <w:t xml:space="preserve"> p </w:t>
      </w:r>
      <w:r w:rsidR="003470C4" w:rsidRPr="001611B4">
        <w:rPr>
          <w:sz w:val="20"/>
        </w:rPr>
        <w:t>3</w:t>
      </w:r>
      <w:r w:rsidRPr="001611B4">
        <w:rPr>
          <w:sz w:val="20"/>
        </w:rPr>
        <w:t>.</w:t>
      </w:r>
      <w:r w:rsidR="00590341" w:rsidRPr="001611B4">
        <w:rPr>
          <w:sz w:val="20"/>
        </w:rPr>
        <w:t>3</w:t>
      </w:r>
      <w:r w:rsidRPr="001611B4">
        <w:rPr>
          <w:sz w:val="20"/>
        </w:rPr>
        <w:t xml:space="preserve"> „Krediidilimiit“  sätestatud tingimustel tagatist, puudub </w:t>
      </w:r>
      <w:r w:rsidR="008070F0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 kohustus tarnida ja </w:t>
      </w:r>
      <w:r w:rsidR="008070F0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 õigus nõuda </w:t>
      </w:r>
      <w:r w:rsidR="008070F0" w:rsidRPr="001611B4">
        <w:rPr>
          <w:sz w:val="20"/>
        </w:rPr>
        <w:t>l</w:t>
      </w:r>
      <w:r w:rsidRPr="001611B4">
        <w:rPr>
          <w:sz w:val="20"/>
        </w:rPr>
        <w:t>epingu</w:t>
      </w:r>
      <w:r w:rsidR="008070F0" w:rsidRPr="001611B4">
        <w:rPr>
          <w:sz w:val="20"/>
        </w:rPr>
        <w:t xml:space="preserve"> l</w:t>
      </w:r>
      <w:r w:rsidRPr="001611B4">
        <w:rPr>
          <w:sz w:val="20"/>
        </w:rPr>
        <w:t xml:space="preserve">isas 1 ”Tarnegraafik” kokkulepitud tähtajal vastavat kogust </w:t>
      </w:r>
      <w:r w:rsidR="008070F0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i.</w:t>
      </w:r>
    </w:p>
    <w:p w14:paraId="655B6318" w14:textId="4700781E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Juhul kui </w:t>
      </w:r>
      <w:r w:rsidR="008070F0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ei ole esitanud või tasunud </w:t>
      </w:r>
      <w:r w:rsidR="008070F0" w:rsidRPr="001611B4">
        <w:rPr>
          <w:sz w:val="20"/>
        </w:rPr>
        <w:t>l</w:t>
      </w:r>
      <w:r w:rsidRPr="001611B4">
        <w:rPr>
          <w:sz w:val="20"/>
        </w:rPr>
        <w:t>epingu</w:t>
      </w:r>
      <w:r w:rsidR="00F057C6" w:rsidRPr="001611B4">
        <w:rPr>
          <w:sz w:val="20"/>
        </w:rPr>
        <w:t xml:space="preserve"> p </w:t>
      </w:r>
      <w:r w:rsidR="003470C4" w:rsidRPr="001611B4">
        <w:rPr>
          <w:sz w:val="20"/>
        </w:rPr>
        <w:t>3</w:t>
      </w:r>
      <w:r w:rsidRPr="001611B4">
        <w:rPr>
          <w:sz w:val="20"/>
        </w:rPr>
        <w:t>.</w:t>
      </w:r>
      <w:r w:rsidR="00590341" w:rsidRPr="001611B4">
        <w:rPr>
          <w:sz w:val="20"/>
        </w:rPr>
        <w:t>3</w:t>
      </w:r>
      <w:r w:rsidRPr="001611B4">
        <w:rPr>
          <w:sz w:val="20"/>
        </w:rPr>
        <w:t xml:space="preserve"> „Krediidilimiit“ sätestatud tingimustel tagatis</w:t>
      </w:r>
      <w:r w:rsidR="008070F0" w:rsidRPr="001611B4">
        <w:rPr>
          <w:sz w:val="20"/>
        </w:rPr>
        <w:t xml:space="preserve">t </w:t>
      </w:r>
      <w:r w:rsidR="00D05500" w:rsidRPr="001611B4">
        <w:rPr>
          <w:sz w:val="20"/>
        </w:rPr>
        <w:t>14</w:t>
      </w:r>
      <w:r w:rsidR="008070F0" w:rsidRPr="001611B4">
        <w:rPr>
          <w:sz w:val="20"/>
        </w:rPr>
        <w:t xml:space="preserve"> (</w:t>
      </w:r>
      <w:r w:rsidR="00D05500" w:rsidRPr="001611B4">
        <w:rPr>
          <w:sz w:val="20"/>
        </w:rPr>
        <w:t>neljateistkümne</w:t>
      </w:r>
      <w:r w:rsidR="008070F0" w:rsidRPr="001611B4">
        <w:rPr>
          <w:sz w:val="20"/>
        </w:rPr>
        <w:t>) p</w:t>
      </w:r>
      <w:r w:rsidRPr="001611B4">
        <w:rPr>
          <w:sz w:val="20"/>
        </w:rPr>
        <w:t>äeva</w:t>
      </w:r>
      <w:r w:rsidR="008070F0" w:rsidRPr="001611B4">
        <w:rPr>
          <w:sz w:val="20"/>
        </w:rPr>
        <w:t xml:space="preserve"> jooksul l</w:t>
      </w:r>
      <w:r w:rsidRPr="001611B4">
        <w:rPr>
          <w:sz w:val="20"/>
        </w:rPr>
        <w:t xml:space="preserve">epingu sõlmimisest, on </w:t>
      </w:r>
      <w:r w:rsidR="008070F0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 õigus </w:t>
      </w:r>
      <w:r w:rsidR="008070F0" w:rsidRPr="001611B4">
        <w:rPr>
          <w:sz w:val="20"/>
        </w:rPr>
        <w:t>l</w:t>
      </w:r>
      <w:r w:rsidRPr="001611B4">
        <w:rPr>
          <w:sz w:val="20"/>
        </w:rPr>
        <w:t xml:space="preserve">epingust taganeda või </w:t>
      </w:r>
      <w:r w:rsidR="008070F0" w:rsidRPr="001611B4">
        <w:rPr>
          <w:sz w:val="20"/>
        </w:rPr>
        <w:t>l</w:t>
      </w:r>
      <w:r w:rsidRPr="001611B4">
        <w:rPr>
          <w:sz w:val="20"/>
        </w:rPr>
        <w:t>eping üles öelda.</w:t>
      </w:r>
    </w:p>
    <w:p w14:paraId="6E5E183C" w14:textId="77777777" w:rsidR="000E01A8" w:rsidRPr="001611B4" w:rsidRDefault="000E01A8">
      <w:pPr>
        <w:rPr>
          <w:b/>
          <w:sz w:val="20"/>
        </w:rPr>
      </w:pPr>
    </w:p>
    <w:p w14:paraId="2AD4B33A" w14:textId="2310DE39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Lepingu kehtivus</w:t>
      </w:r>
    </w:p>
    <w:p w14:paraId="5929FA10" w14:textId="4447199B" w:rsidR="00810B65" w:rsidRPr="001611B4" w:rsidRDefault="00810B65" w:rsidP="00810B65">
      <w:pPr>
        <w:pStyle w:val="Pealkiri21"/>
        <w:rPr>
          <w:sz w:val="20"/>
        </w:rPr>
      </w:pPr>
      <w:r w:rsidRPr="001611B4">
        <w:rPr>
          <w:sz w:val="20"/>
        </w:rPr>
        <w:lastRenderedPageBreak/>
        <w:t>Leping jõustub selle allakirjutamisel ja kehtib kuni lepinguliste kohustuste täitmiseni mõlema poole poolt.</w:t>
      </w:r>
    </w:p>
    <w:p w14:paraId="03458E6C" w14:textId="234F3003" w:rsidR="005253F3" w:rsidRPr="004D483E" w:rsidRDefault="00117DAF" w:rsidP="003741F3">
      <w:pPr>
        <w:pStyle w:val="Pealkiri21"/>
        <w:rPr>
          <w:b/>
          <w:sz w:val="20"/>
        </w:rPr>
      </w:pPr>
      <w:r w:rsidRPr="004D483E">
        <w:rPr>
          <w:sz w:val="20"/>
        </w:rPr>
        <w:t>Leping</w:t>
      </w:r>
      <w:r w:rsidR="00EC1C60">
        <w:rPr>
          <w:sz w:val="20"/>
        </w:rPr>
        <w:t xml:space="preserve"> kehtib</w:t>
      </w:r>
      <w:r w:rsidR="00097015">
        <w:rPr>
          <w:sz w:val="20"/>
        </w:rPr>
        <w:t xml:space="preserve">  kuni</w:t>
      </w:r>
      <w:r w:rsidR="00EC1C60">
        <w:rPr>
          <w:sz w:val="20"/>
        </w:rPr>
        <w:t xml:space="preserve"> </w:t>
      </w:r>
      <w:r w:rsidR="004D483E">
        <w:rPr>
          <w:sz w:val="20"/>
        </w:rPr>
        <w:t>31.12.202</w:t>
      </w:r>
      <w:r w:rsidR="00EC1C60">
        <w:rPr>
          <w:sz w:val="20"/>
        </w:rPr>
        <w:t>5</w:t>
      </w:r>
    </w:p>
    <w:p w14:paraId="1E757D6F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13" w:history="1">
        <w:r w:rsidRPr="001611B4">
          <w:rPr>
            <w:rStyle w:val="H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B2380D">
      <w:pPr>
        <w:pStyle w:val="Pealkiri31"/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p w14:paraId="4982BDFC" w14:textId="77777777" w:rsidR="004D483E" w:rsidRDefault="004D483E" w:rsidP="004D483E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37BF5932" w14:textId="77777777" w:rsidR="004D483E" w:rsidRPr="00330C91" w:rsidRDefault="004D483E" w:rsidP="004D483E">
      <w:pPr>
        <w:rPr>
          <w:sz w:val="20"/>
        </w:rPr>
      </w:pPr>
    </w:p>
    <w:p w14:paraId="42CD952D" w14:textId="6952231D" w:rsidR="004D483E" w:rsidRPr="00D46886" w:rsidRDefault="004D483E" w:rsidP="004D483E">
      <w:pPr>
        <w:rPr>
          <w:sz w:val="20"/>
        </w:rPr>
      </w:pPr>
      <w:r w:rsidRPr="00D46886">
        <w:rPr>
          <w:sz w:val="20"/>
        </w:rPr>
        <w:t>Mart Enel</w:t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="003E2CA2">
        <w:rPr>
          <w:sz w:val="20"/>
        </w:rPr>
        <w:t>Ilmar Tanilsoo</w:t>
      </w:r>
    </w:p>
    <w:sectPr w:rsidR="004D483E" w:rsidRPr="00D46886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150AC" w14:textId="77777777" w:rsidR="00260105" w:rsidRDefault="00260105">
      <w:r>
        <w:separator/>
      </w:r>
    </w:p>
  </w:endnote>
  <w:endnote w:type="continuationSeparator" w:id="0">
    <w:p w14:paraId="0BFDA3B1" w14:textId="77777777" w:rsidR="00260105" w:rsidRDefault="0026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29572" w14:textId="77777777" w:rsidR="00260105" w:rsidRDefault="00260105">
      <w:r>
        <w:separator/>
      </w:r>
    </w:p>
  </w:footnote>
  <w:footnote w:type="continuationSeparator" w:id="0">
    <w:p w14:paraId="797487B7" w14:textId="77777777" w:rsidR="00260105" w:rsidRDefault="0026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826892"/>
      <w:docPartObj>
        <w:docPartGallery w:val="Page Numbers (Top of Page)"/>
        <w:docPartUnique/>
      </w:docPartObj>
    </w:sdtPr>
    <w:sdtEndPr/>
    <w:sdtContent>
      <w:p w14:paraId="584F5913" w14:textId="50B443F7" w:rsidR="00562D95" w:rsidRPr="00562D95" w:rsidRDefault="00562D95" w:rsidP="00562D95">
        <w:pPr>
          <w:tabs>
            <w:tab w:val="left" w:pos="1843"/>
          </w:tabs>
          <w:jc w:val="right"/>
          <w:rPr>
            <w:rFonts w:ascii="Arial" w:hAnsi="Arial" w:cs="Arial"/>
            <w:b/>
            <w:sz w:val="18"/>
            <w:szCs w:val="18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0E84">
          <w:rPr>
            <w:noProof/>
          </w:rPr>
          <w:t>2</w:t>
        </w:r>
        <w:r>
          <w:fldChar w:fldCharType="end"/>
        </w:r>
        <w:r>
          <w:tab/>
        </w:r>
      </w:p>
    </w:sdtContent>
  </w:sdt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903907985">
    <w:abstractNumId w:val="0"/>
  </w:num>
  <w:num w:numId="2" w16cid:durableId="1815369038">
    <w:abstractNumId w:val="10"/>
  </w:num>
  <w:num w:numId="3" w16cid:durableId="1635020805">
    <w:abstractNumId w:val="9"/>
  </w:num>
  <w:num w:numId="4" w16cid:durableId="2125423993">
    <w:abstractNumId w:val="14"/>
  </w:num>
  <w:num w:numId="5" w16cid:durableId="1716739141">
    <w:abstractNumId w:val="15"/>
  </w:num>
  <w:num w:numId="6" w16cid:durableId="538514243">
    <w:abstractNumId w:val="18"/>
  </w:num>
  <w:num w:numId="7" w16cid:durableId="644891893">
    <w:abstractNumId w:val="20"/>
  </w:num>
  <w:num w:numId="8" w16cid:durableId="991372622">
    <w:abstractNumId w:val="5"/>
  </w:num>
  <w:num w:numId="9" w16cid:durableId="507136484">
    <w:abstractNumId w:val="7"/>
  </w:num>
  <w:num w:numId="10" w16cid:durableId="2069263094">
    <w:abstractNumId w:val="1"/>
  </w:num>
  <w:num w:numId="11" w16cid:durableId="194776465">
    <w:abstractNumId w:val="2"/>
  </w:num>
  <w:num w:numId="12" w16cid:durableId="1209300666">
    <w:abstractNumId w:val="12"/>
  </w:num>
  <w:num w:numId="13" w16cid:durableId="1594044110">
    <w:abstractNumId w:val="17"/>
  </w:num>
  <w:num w:numId="14" w16cid:durableId="745343300">
    <w:abstractNumId w:val="8"/>
  </w:num>
  <w:num w:numId="15" w16cid:durableId="1328291017">
    <w:abstractNumId w:val="4"/>
  </w:num>
  <w:num w:numId="16" w16cid:durableId="421611965">
    <w:abstractNumId w:val="17"/>
  </w:num>
  <w:num w:numId="17" w16cid:durableId="1144851329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63362749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17255451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45555402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60417472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66905012">
    <w:abstractNumId w:val="21"/>
  </w:num>
  <w:num w:numId="23" w16cid:durableId="2126579927">
    <w:abstractNumId w:val="3"/>
  </w:num>
  <w:num w:numId="24" w16cid:durableId="1277714203">
    <w:abstractNumId w:val="19"/>
  </w:num>
  <w:num w:numId="25" w16cid:durableId="1486778784">
    <w:abstractNumId w:val="6"/>
  </w:num>
  <w:num w:numId="26" w16cid:durableId="1367292564">
    <w:abstractNumId w:val="11"/>
  </w:num>
  <w:num w:numId="27" w16cid:durableId="6073548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26220014">
    <w:abstractNumId w:val="13"/>
  </w:num>
  <w:num w:numId="29" w16cid:durableId="1608461895">
    <w:abstractNumId w:val="16"/>
  </w:num>
  <w:num w:numId="30" w16cid:durableId="10349640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5E3"/>
    <w:rsid w:val="00035B26"/>
    <w:rsid w:val="00042140"/>
    <w:rsid w:val="0004317E"/>
    <w:rsid w:val="000542FB"/>
    <w:rsid w:val="0005446F"/>
    <w:rsid w:val="0005656E"/>
    <w:rsid w:val="000568A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97015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1D79"/>
    <w:rsid w:val="00152C0E"/>
    <w:rsid w:val="00153862"/>
    <w:rsid w:val="00157357"/>
    <w:rsid w:val="00157D40"/>
    <w:rsid w:val="001611B4"/>
    <w:rsid w:val="00165381"/>
    <w:rsid w:val="00173E4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6AB7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62CE"/>
    <w:rsid w:val="00256E72"/>
    <w:rsid w:val="00260105"/>
    <w:rsid w:val="00261DF3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C721A"/>
    <w:rsid w:val="002D1DA6"/>
    <w:rsid w:val="002D6E2B"/>
    <w:rsid w:val="002E0A02"/>
    <w:rsid w:val="002E1392"/>
    <w:rsid w:val="002E6FB9"/>
    <w:rsid w:val="002F1618"/>
    <w:rsid w:val="002F3C88"/>
    <w:rsid w:val="002F6AF8"/>
    <w:rsid w:val="0031261F"/>
    <w:rsid w:val="00312D5E"/>
    <w:rsid w:val="003130C6"/>
    <w:rsid w:val="00314AD1"/>
    <w:rsid w:val="00320B8E"/>
    <w:rsid w:val="003305F9"/>
    <w:rsid w:val="00330C91"/>
    <w:rsid w:val="003311F0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2CA2"/>
    <w:rsid w:val="003E3C19"/>
    <w:rsid w:val="003F03F4"/>
    <w:rsid w:val="003F3504"/>
    <w:rsid w:val="00402F9C"/>
    <w:rsid w:val="0040510B"/>
    <w:rsid w:val="00405AB4"/>
    <w:rsid w:val="004127F5"/>
    <w:rsid w:val="00413CE1"/>
    <w:rsid w:val="00413EFC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79E8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D483E"/>
    <w:rsid w:val="004E0BD9"/>
    <w:rsid w:val="004E17FF"/>
    <w:rsid w:val="004F69EB"/>
    <w:rsid w:val="00501420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2482"/>
    <w:rsid w:val="005446C0"/>
    <w:rsid w:val="00547DC1"/>
    <w:rsid w:val="00550631"/>
    <w:rsid w:val="00552127"/>
    <w:rsid w:val="0055321D"/>
    <w:rsid w:val="00562D95"/>
    <w:rsid w:val="005655A4"/>
    <w:rsid w:val="00566DA4"/>
    <w:rsid w:val="00574248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135B"/>
    <w:rsid w:val="005D229E"/>
    <w:rsid w:val="005D281D"/>
    <w:rsid w:val="005D6D69"/>
    <w:rsid w:val="005E1D2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03C4"/>
    <w:rsid w:val="00621A7E"/>
    <w:rsid w:val="00622151"/>
    <w:rsid w:val="00622746"/>
    <w:rsid w:val="00622D7D"/>
    <w:rsid w:val="006277C4"/>
    <w:rsid w:val="00631305"/>
    <w:rsid w:val="00631415"/>
    <w:rsid w:val="0063210F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3FEC"/>
    <w:rsid w:val="006E0E84"/>
    <w:rsid w:val="006E260F"/>
    <w:rsid w:val="006E313B"/>
    <w:rsid w:val="006E34A0"/>
    <w:rsid w:val="006E4A48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3036D"/>
    <w:rsid w:val="00731E16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6602"/>
    <w:rsid w:val="007F7BCE"/>
    <w:rsid w:val="00800CC0"/>
    <w:rsid w:val="00801BC0"/>
    <w:rsid w:val="008059A8"/>
    <w:rsid w:val="0080670C"/>
    <w:rsid w:val="008070F0"/>
    <w:rsid w:val="00810B65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19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A8F"/>
    <w:rsid w:val="00A74DFE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F495D"/>
    <w:rsid w:val="00AF54A5"/>
    <w:rsid w:val="00AF7D9E"/>
    <w:rsid w:val="00B02924"/>
    <w:rsid w:val="00B072F1"/>
    <w:rsid w:val="00B10BC9"/>
    <w:rsid w:val="00B14D78"/>
    <w:rsid w:val="00B2380D"/>
    <w:rsid w:val="00B30713"/>
    <w:rsid w:val="00B37621"/>
    <w:rsid w:val="00B443E1"/>
    <w:rsid w:val="00B462ED"/>
    <w:rsid w:val="00B5101D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4559C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0E4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91BEB"/>
    <w:rsid w:val="00E93AC8"/>
    <w:rsid w:val="00EA1488"/>
    <w:rsid w:val="00EB0C96"/>
    <w:rsid w:val="00EB57EF"/>
    <w:rsid w:val="00EB7677"/>
    <w:rsid w:val="00EC1C60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17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0568AE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uiPriority w:val="99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uiPriority w:val="99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Kohatitetekst">
    <w:name w:val="Placeholder Text"/>
    <w:basedOn w:val="Liguvaikefont"/>
    <w:uiPriority w:val="99"/>
    <w:semiHidden/>
    <w:rsid w:val="004623EE"/>
    <w:rPr>
      <w:color w:val="808080"/>
    </w:rPr>
  </w:style>
  <w:style w:type="paragraph" w:styleId="Normaallaadveeb">
    <w:name w:val="Normal (Web)"/>
    <w:basedOn w:val="Normaallaad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allaad"/>
    <w:rsid w:val="00A9731F"/>
    <w:pPr>
      <w:numPr>
        <w:numId w:val="28"/>
      </w:numPr>
    </w:pPr>
  </w:style>
  <w:style w:type="paragraph" w:customStyle="1" w:styleId="Pealkiri21">
    <w:name w:val="Pealkiri 21"/>
    <w:basedOn w:val="Normaallaad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allaad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allaad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allaad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allaad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allaad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allaad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allaad"/>
    <w:rsid w:val="00A9731F"/>
    <w:pPr>
      <w:numPr>
        <w:ilvl w:val="8"/>
        <w:numId w:val="28"/>
      </w:numPr>
    </w:pPr>
  </w:style>
  <w:style w:type="paragraph" w:styleId="Loendilik">
    <w:name w:val="List Paragraph"/>
    <w:basedOn w:val="Normaallaad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Liguvaikefont"/>
    <w:uiPriority w:val="99"/>
    <w:semiHidden/>
    <w:unhideWhenUsed/>
    <w:rsid w:val="0055321D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5014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rmk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woodmasters.e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E9B844811604FF49E8FF83E2C45B16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74CA2A-BD56-4763-A265-1ABBCF9868F7}"/>
      </w:docPartPr>
      <w:docPartBody>
        <w:p w:rsidR="00985EA7" w:rsidRDefault="00985EA7">
          <w:pPr>
            <w:pStyle w:val="EE9B844811604FF49E8FF83E2C45B162"/>
          </w:pPr>
          <w:r w:rsidRPr="00BE118B">
            <w:rPr>
              <w:rStyle w:val="Kohatiteteks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485420"/>
    <w:rsid w:val="006E4A48"/>
    <w:rsid w:val="0098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Pr>
      <w:color w:val="808080"/>
    </w:rPr>
  </w:style>
  <w:style w:type="paragraph" w:customStyle="1" w:styleId="EE9B844811604FF49E8FF83E2C45B162">
    <w:name w:val="EE9B844811604FF49E8FF83E2C45B1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8ACD6-AD87-43EF-B624-8AE03AF01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(1).dotx</Template>
  <TotalTime>67</TotalTime>
  <Pages>3</Pages>
  <Words>958</Words>
  <Characters>7304</Characters>
  <Application>Microsoft Office Word</Application>
  <DocSecurity>0</DocSecurity>
  <Lines>60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8246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6</cp:revision>
  <cp:lastPrinted>2011-09-19T08:13:00Z</cp:lastPrinted>
  <dcterms:created xsi:type="dcterms:W3CDTF">2025-05-05T06:19:00Z</dcterms:created>
  <dcterms:modified xsi:type="dcterms:W3CDTF">2025-05-05T07:25:00Z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